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65BC74C6" w:rsidR="00F422D3" w:rsidRDefault="001E44D1" w:rsidP="00B42F40">
      <w:pPr>
        <w:pStyle w:val="Titul1"/>
      </w:pPr>
      <w:r>
        <w:t>KUPNÍ SMLOUVA</w:t>
      </w:r>
    </w:p>
    <w:p w14:paraId="2FF71BCE" w14:textId="71C5FC9C" w:rsidR="00F422D3" w:rsidRDefault="00F422D3" w:rsidP="00B42F40">
      <w:pPr>
        <w:pStyle w:val="Titul2"/>
      </w:pPr>
      <w:r>
        <w:t>Název zakázky: „</w:t>
      </w:r>
      <w:r w:rsidR="004F59E3" w:rsidRPr="004F59E3">
        <w:t>Dodávka herbicidů pro OŘ OVA 2024</w:t>
      </w:r>
      <w:r w:rsidRPr="004F59E3">
        <w:t>“</w:t>
      </w:r>
    </w:p>
    <w:p w14:paraId="35F27937" w14:textId="5316FE29" w:rsidR="00F422D3" w:rsidRPr="00B42F40" w:rsidRDefault="00F422D3" w:rsidP="00485CE8">
      <w:pPr>
        <w:pStyle w:val="Nadpisbezsl1-2"/>
        <w:tabs>
          <w:tab w:val="left" w:pos="5385"/>
        </w:tabs>
      </w:pPr>
      <w:r w:rsidRPr="00B42F40">
        <w:t>Smluvní strany:</w:t>
      </w:r>
    </w:p>
    <w:p w14:paraId="3221027B" w14:textId="6737D658"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38F4185E" w:rsidR="00F422D3" w:rsidRDefault="00F422D3" w:rsidP="00B42F40">
      <w:pPr>
        <w:pStyle w:val="Textbezodsazen"/>
        <w:spacing w:after="0"/>
      </w:pPr>
      <w:r>
        <w:t>se sídlem: Dlážděná 1003</w:t>
      </w:r>
      <w:r w:rsidR="00CF66CB">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417BD018" w:rsidR="00AF2741" w:rsidRDefault="00AF2741" w:rsidP="00AF2741">
      <w:pPr>
        <w:pStyle w:val="Textbezodsazen"/>
        <w:spacing w:after="0"/>
      </w:pPr>
      <w:r>
        <w:t xml:space="preserve">zastoupena: </w:t>
      </w:r>
      <w:r w:rsidRPr="00E80634">
        <w:t>Ing. Jiří Macho, ředitel Oblastního</w:t>
      </w:r>
      <w:r w:rsidR="005511E3">
        <w:t xml:space="preserve"> ředitelství Ostrava na základě</w:t>
      </w:r>
    </w:p>
    <w:p w14:paraId="13625371" w14:textId="2516ED71" w:rsidR="00D32554" w:rsidRPr="00AF2741" w:rsidRDefault="00AF2741" w:rsidP="00AF2741">
      <w:pPr>
        <w:pStyle w:val="Textbezodsazen"/>
      </w:pPr>
      <w:r w:rsidRPr="004F59E3">
        <w:t xml:space="preserve">pověření č. </w:t>
      </w:r>
      <w:r w:rsidR="0010127F" w:rsidRPr="004F59E3">
        <w:t>3146</w:t>
      </w:r>
      <w:r w:rsidRPr="004F59E3">
        <w:t xml:space="preserve"> ze dne </w:t>
      </w:r>
      <w:r w:rsidR="0010127F" w:rsidRPr="004F59E3">
        <w:t>15</w:t>
      </w:r>
      <w:r w:rsidRPr="004F59E3">
        <w:t xml:space="preserve">. </w:t>
      </w:r>
      <w:r w:rsidR="0010127F" w:rsidRPr="004F59E3">
        <w:t>prosince 2021</w:t>
      </w:r>
    </w:p>
    <w:p w14:paraId="3E27D13F" w14:textId="77777777" w:rsidR="00F422D3" w:rsidRDefault="00F422D3" w:rsidP="00D32554">
      <w:pPr>
        <w:pStyle w:val="Textbezodsazen"/>
        <w:spacing w:after="0"/>
      </w:pPr>
    </w:p>
    <w:p w14:paraId="5F4CE4C1" w14:textId="037E9642" w:rsidR="00AF2741" w:rsidRPr="00B42F40" w:rsidRDefault="00CF66CB"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5A44303F" w:rsidR="00AF2741" w:rsidRDefault="00AF2741" w:rsidP="00AF2741">
      <w:pPr>
        <w:pStyle w:val="Textbezodsazen"/>
      </w:pPr>
      <w:r>
        <w:t>Oblastní ředitelství Ostrava, Mug</w:t>
      </w:r>
      <w:r w:rsidR="00CF66CB">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231F324C"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CF66CB">
        <w:rPr>
          <w:rFonts w:ascii="Verdana" w:hAnsi="Verdana" w:cstheme="minorHAnsi"/>
          <w:b/>
        </w:rPr>
        <w:t xml:space="preserve"> v elektronické podobě:</w:t>
      </w:r>
    </w:p>
    <w:p w14:paraId="5243DE5E" w14:textId="0B244C65" w:rsidR="00AF2741" w:rsidRDefault="005F5728" w:rsidP="00AF2741">
      <w:pPr>
        <w:pStyle w:val="Textbezodsazen"/>
      </w:pPr>
      <w:hyperlink r:id="rId12" w:history="1">
        <w:r w:rsidR="00AF2741"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354D8DCF"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00AC1A70">
        <w:rPr>
          <w:b/>
        </w:rPr>
        <w:t>]"</w:t>
      </w:r>
    </w:p>
    <w:p w14:paraId="0BBAB181" w14:textId="65C759E9"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00AC1A70">
        <w:t>]"</w:t>
      </w:r>
    </w:p>
    <w:p w14:paraId="1438490E" w14:textId="4869CDDC"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00AC1A70">
        <w:t>]"</w:t>
      </w:r>
      <w:r w:rsidRPr="00B42F40">
        <w:t>, DIČ: "[</w:t>
      </w:r>
      <w:r w:rsidRPr="00B42F40">
        <w:rPr>
          <w:highlight w:val="yellow"/>
        </w:rPr>
        <w:t xml:space="preserve">VLOŽÍ </w:t>
      </w:r>
      <w:r w:rsidRPr="00374B40">
        <w:rPr>
          <w:rStyle w:val="Tun"/>
          <w:b w:val="0"/>
          <w:bCs/>
          <w:highlight w:val="yellow"/>
        </w:rPr>
        <w:t>PRODÁVAJÍCÍ</w:t>
      </w:r>
      <w:r w:rsidR="00AC1A70">
        <w:t>]"</w:t>
      </w:r>
    </w:p>
    <w:p w14:paraId="4E57517C" w14:textId="3704F5D1" w:rsidR="001E44D1" w:rsidRPr="00B42F40" w:rsidRDefault="001E44D1" w:rsidP="001E44D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00AC1A70">
        <w:t>]"</w:t>
      </w:r>
    </w:p>
    <w:p w14:paraId="06DDF31E" w14:textId="1B56E45F" w:rsidR="001E44D1" w:rsidRPr="00B42F40" w:rsidRDefault="001E44D1" w:rsidP="001E44D1">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00AC1A70">
        <w:t>]"</w:t>
      </w:r>
    </w:p>
    <w:p w14:paraId="0BC47D0D" w14:textId="522FE030"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00AC1A70">
        <w:t>]"</w:t>
      </w:r>
    </w:p>
    <w:p w14:paraId="0BFE0337" w14:textId="727FF3F8" w:rsidR="001E44D1" w:rsidRPr="00B42F40" w:rsidRDefault="005511E3" w:rsidP="001E44D1">
      <w:pPr>
        <w:pStyle w:val="Textbezodsazen"/>
        <w:spacing w:after="0"/>
        <w:rPr>
          <w:rStyle w:val="Zdraznnjemn"/>
          <w:b/>
          <w:iCs w:val="0"/>
          <w:color w:val="auto"/>
        </w:rPr>
      </w:pPr>
      <w:r>
        <w:rPr>
          <w:rStyle w:val="Zdraznnjemn"/>
          <w:b/>
          <w:iCs w:val="0"/>
          <w:color w:val="auto"/>
        </w:rPr>
        <w:t>Korespondenční adresa:</w:t>
      </w:r>
    </w:p>
    <w:p w14:paraId="2ACDFDE5" w14:textId="667FC8F4"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00AC1A7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053DE43"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4F59E3">
        <w:rPr>
          <w:lang w:eastAsia="cs-CZ"/>
        </w:rPr>
        <w:t>„</w:t>
      </w:r>
      <w:r w:rsidR="004F59E3" w:rsidRPr="004F59E3">
        <w:rPr>
          <w:b/>
          <w:color w:val="000000"/>
        </w:rPr>
        <w:t>Dodávka herbicidů pro OŘ OVA 2024</w:t>
      </w:r>
      <w:r w:rsidRPr="004F59E3">
        <w:rPr>
          <w:lang w:eastAsia="cs-CZ"/>
        </w:rPr>
        <w:t xml:space="preserve">“, ev. č. veřejné zakázky zadavatele: </w:t>
      </w:r>
      <w:r w:rsidR="004F59E3" w:rsidRPr="004F59E3">
        <w:rPr>
          <w:b/>
          <w:lang w:eastAsia="cs-CZ"/>
        </w:rPr>
        <w:t>63524053</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4E9FE523" w:rsidR="00F24489" w:rsidRPr="00F97DBD" w:rsidRDefault="00615D83" w:rsidP="00F24489">
      <w:pPr>
        <w:pStyle w:val="Text1-1"/>
      </w:pPr>
      <w:r>
        <w:t xml:space="preserve">Předmětem koupě je </w:t>
      </w:r>
      <w:r w:rsidR="004F59E3" w:rsidRPr="004F59E3">
        <w:t xml:space="preserve">dodávka </w:t>
      </w:r>
      <w:r w:rsidR="00656DAA" w:rsidRPr="00ED3339">
        <w:t>chemických přípravků k ochraně rostlin pod označením biologické funkce herbicid (H)</w:t>
      </w:r>
      <w:r w:rsidR="00656DAA">
        <w:t xml:space="preserve"> pro potřeby Oblastního ředitelství Ostrava</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00EF31BB" w14:textId="770CBDC0" w:rsidR="002A2D64" w:rsidRPr="00FB565A" w:rsidRDefault="002A2D64" w:rsidP="002A2D64">
      <w:pPr>
        <w:pStyle w:val="Text1-1"/>
      </w:pPr>
      <w:r w:rsidRPr="003A0FF1">
        <w:rPr>
          <w:lang w:eastAsia="cs-CZ"/>
        </w:rPr>
        <w:t>Součástí Předmětu</w:t>
      </w:r>
      <w:r w:rsidRPr="00F4008F">
        <w:rPr>
          <w:lang w:eastAsia="cs-CZ"/>
        </w:rPr>
        <w:t xml:space="preserve"> koupě je rovněž</w:t>
      </w:r>
      <w:r>
        <w:rPr>
          <w:lang w:eastAsia="cs-CZ"/>
        </w:rPr>
        <w:t>:</w:t>
      </w:r>
    </w:p>
    <w:p w14:paraId="443DD809" w14:textId="2B6B1933" w:rsidR="007B64BA" w:rsidRPr="00134C3E" w:rsidRDefault="002A2D64" w:rsidP="002A2D64">
      <w:pPr>
        <w:pStyle w:val="Text1-2"/>
      </w:pPr>
      <w:r w:rsidRPr="00134C3E">
        <w:rPr>
          <w:lang w:eastAsia="cs-CZ"/>
        </w:rPr>
        <w:t>vyhotovení a předání příslušných Dokladů.</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4F59E3" w:rsidRDefault="00FB565A" w:rsidP="00454369">
      <w:pPr>
        <w:pStyle w:val="Text1-1"/>
        <w:numPr>
          <w:ilvl w:val="0"/>
          <w:numId w:val="0"/>
        </w:numPr>
        <w:ind w:left="737"/>
        <w:rPr>
          <w:lang w:eastAsia="cs-CZ"/>
        </w:rPr>
      </w:pPr>
      <w:r w:rsidRPr="004F59E3">
        <w:rPr>
          <w:lang w:eastAsia="cs-CZ"/>
        </w:rPr>
        <w:t xml:space="preserve">Cena včetně DPH </w:t>
      </w:r>
      <w:r w:rsidRPr="004F59E3">
        <w:rPr>
          <w:lang w:eastAsia="cs-CZ"/>
        </w:rPr>
        <w:tab/>
      </w:r>
      <w:r w:rsidRPr="004F59E3">
        <w:rPr>
          <w:lang w:eastAsia="cs-CZ"/>
        </w:rPr>
        <w:tab/>
      </w:r>
      <w:r w:rsidRPr="004F59E3">
        <w:t>"[VLOŽÍ PRODÁVAJÍCÍ]"</w:t>
      </w:r>
      <w:r w:rsidRPr="004F59E3">
        <w:rPr>
          <w:lang w:eastAsia="cs-CZ"/>
        </w:rPr>
        <w:t xml:space="preserve"> Kč</w:t>
      </w:r>
    </w:p>
    <w:p w14:paraId="34F53FA3" w14:textId="672648BA" w:rsidR="00454369" w:rsidRPr="004F59E3" w:rsidRDefault="00454369" w:rsidP="00FB565A">
      <w:pPr>
        <w:pStyle w:val="Text1-1"/>
        <w:rPr>
          <w:lang w:eastAsia="cs-CZ"/>
        </w:rPr>
      </w:pPr>
      <w:r w:rsidRPr="004F59E3">
        <w:rPr>
          <w:lang w:eastAsia="cs-CZ"/>
        </w:rPr>
        <w:t xml:space="preserve">Rozpis ceny dodávky je uveden v Příloze č. </w:t>
      </w:r>
      <w:r w:rsidR="00134C3E">
        <w:rPr>
          <w:lang w:eastAsia="cs-CZ"/>
        </w:rPr>
        <w:t>2</w:t>
      </w:r>
      <w:r w:rsidRPr="004F59E3">
        <w:rPr>
          <w:lang w:eastAsia="cs-CZ"/>
        </w:rPr>
        <w:t xml:space="preserve"> této Smlouvy, </w:t>
      </w:r>
      <w:r w:rsidRPr="004F59E3">
        <w:rPr>
          <w:rFonts w:eastAsia="Times New Roman" w:cs="Times New Roman"/>
          <w:lang w:eastAsia="cs-CZ"/>
        </w:rPr>
        <w:t>která je její nedílnou součástí</w:t>
      </w:r>
      <w:r w:rsidRPr="004F59E3">
        <w:t>.</w:t>
      </w:r>
    </w:p>
    <w:p w14:paraId="1AD37E7C" w14:textId="5995F927" w:rsidR="00454369" w:rsidRPr="004F59E3" w:rsidRDefault="00FB565A" w:rsidP="00FB565A">
      <w:pPr>
        <w:pStyle w:val="Text1-1"/>
        <w:rPr>
          <w:lang w:eastAsia="cs-CZ"/>
        </w:rPr>
      </w:pPr>
      <w:r w:rsidRPr="004F59E3">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4F59E3">
        <w:rPr>
          <w:lang w:eastAsia="cs-CZ"/>
        </w:rPr>
        <w:t>3</w:t>
      </w:r>
      <w:r w:rsidRPr="004F59E3">
        <w:rPr>
          <w:lang w:eastAsia="cs-CZ"/>
        </w:rPr>
        <w:t xml:space="preserve">, odst. </w:t>
      </w:r>
      <w:r w:rsidR="00F34FAC" w:rsidRPr="004F59E3">
        <w:rPr>
          <w:lang w:eastAsia="cs-CZ"/>
        </w:rPr>
        <w:t>3</w:t>
      </w:r>
      <w:r w:rsidRPr="004F59E3">
        <w:rPr>
          <w:lang w:eastAsia="cs-CZ"/>
        </w:rPr>
        <w:t xml:space="preserve">.1 této Smlouvy. Předání a převzetí Předmětu koupě bude stvrzeno oběma Smluvními stranami podpisem Předávacího protokolu (dodacího </w:t>
      </w:r>
      <w:r w:rsidR="00CF66CB">
        <w:rPr>
          <w:lang w:eastAsia="cs-CZ"/>
        </w:rPr>
        <w:t>listu).</w:t>
      </w:r>
    </w:p>
    <w:p w14:paraId="35CD592B" w14:textId="4D83459E" w:rsidR="00FB565A" w:rsidRPr="004F59E3" w:rsidRDefault="00CF66CB" w:rsidP="00FB565A">
      <w:pPr>
        <w:pStyle w:val="Text1-1"/>
        <w:rPr>
          <w:lang w:eastAsia="cs-CZ"/>
        </w:rPr>
      </w:pPr>
      <w:r>
        <w:rPr>
          <w:lang w:eastAsia="cs-CZ"/>
        </w:rPr>
        <w:t>Neobsazeno.</w:t>
      </w:r>
    </w:p>
    <w:p w14:paraId="0C557603" w14:textId="011D9693" w:rsidR="00FB565A" w:rsidRPr="00F4008F" w:rsidRDefault="00FB565A" w:rsidP="00FB565A">
      <w:pPr>
        <w:pStyle w:val="Text1-1"/>
        <w:rPr>
          <w:lang w:eastAsia="cs-CZ"/>
        </w:rPr>
      </w:pPr>
      <w:r w:rsidRPr="004F59E3">
        <w:rPr>
          <w:lang w:eastAsia="cs-CZ"/>
        </w:rPr>
        <w:t xml:space="preserve">Kupní cena bude Kupujícím uhrazena na základě </w:t>
      </w:r>
      <w:r w:rsidR="00106B57" w:rsidRPr="004F59E3">
        <w:rPr>
          <w:lang w:eastAsia="cs-CZ"/>
        </w:rPr>
        <w:t>Výzvy k úhradě (</w:t>
      </w:r>
      <w:r w:rsidRPr="004F59E3">
        <w:rPr>
          <w:lang w:eastAsia="cs-CZ"/>
        </w:rPr>
        <w:t>daňového dokladu</w:t>
      </w:r>
      <w:r w:rsidR="00106B57" w:rsidRPr="004F59E3">
        <w:rPr>
          <w:lang w:eastAsia="cs-CZ"/>
        </w:rPr>
        <w:t xml:space="preserve"> - </w:t>
      </w:r>
      <w:r w:rsidRPr="004F59E3">
        <w:rPr>
          <w:lang w:eastAsia="cs-CZ"/>
        </w:rPr>
        <w:t>faktury) vystav</w:t>
      </w:r>
      <w:r w:rsidR="007B64BA">
        <w:rPr>
          <w:lang w:eastAsia="cs-CZ"/>
        </w:rPr>
        <w:t xml:space="preserve">ené Prodávajícím se </w:t>
      </w:r>
      <w:r w:rsidR="00003337">
        <w:rPr>
          <w:lang w:eastAsia="cs-CZ"/>
        </w:rPr>
        <w:t xml:space="preserve">splatností </w:t>
      </w:r>
      <w:r w:rsidR="00656DAA">
        <w:rPr>
          <w:lang w:eastAsia="cs-CZ"/>
        </w:rPr>
        <w:t>30</w:t>
      </w:r>
      <w:r w:rsidR="00656DAA" w:rsidRPr="00F00C3F">
        <w:rPr>
          <w:lang w:eastAsia="cs-CZ"/>
        </w:rPr>
        <w:t xml:space="preserve"> </w:t>
      </w:r>
      <w:r w:rsidRPr="00F00C3F">
        <w:rPr>
          <w:lang w:eastAsia="cs-CZ"/>
        </w:rPr>
        <w:t>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31D9C1AD" w14:textId="77777777" w:rsidR="00656DAA" w:rsidRDefault="00F24489" w:rsidP="00003337">
      <w:pPr>
        <w:pStyle w:val="Text1-1"/>
      </w:pPr>
      <w:r w:rsidRPr="00F00C3F">
        <w:t xml:space="preserve">Místo </w:t>
      </w:r>
      <w:r w:rsidR="00454369" w:rsidRPr="00F00C3F">
        <w:t xml:space="preserve">dodání je: </w:t>
      </w:r>
    </w:p>
    <w:p w14:paraId="083DED14" w14:textId="2B16003D" w:rsidR="00656DAA" w:rsidRDefault="00656DAA" w:rsidP="00656DAA">
      <w:pPr>
        <w:pStyle w:val="Text1-2"/>
      </w:pPr>
      <w:r>
        <w:t xml:space="preserve">pro Předmět koupě, položka poř.č. 1 a 3 přílohy č. </w:t>
      </w:r>
      <w:r w:rsidR="00134C3E">
        <w:t>2</w:t>
      </w:r>
      <w:r>
        <w:t xml:space="preserve"> této Smlouvy: </w:t>
      </w:r>
    </w:p>
    <w:p w14:paraId="5B0AD5FA" w14:textId="70ED21A0" w:rsidR="00CF6617" w:rsidRPr="00F00C3F" w:rsidRDefault="00CF6617" w:rsidP="005F5728">
      <w:pPr>
        <w:pStyle w:val="Text1-2"/>
        <w:numPr>
          <w:ilvl w:val="0"/>
          <w:numId w:val="0"/>
        </w:numPr>
        <w:ind w:left="1474"/>
      </w:pPr>
      <w:r w:rsidRPr="00F00C3F">
        <w:t>TO Staré Město u Uherského Hradiště</w:t>
      </w:r>
      <w:r w:rsidR="00656DAA">
        <w:t xml:space="preserve">, </w:t>
      </w:r>
      <w:r w:rsidRPr="00F00C3F">
        <w:t>Nádražní 2216, 686 03</w:t>
      </w:r>
      <w:r w:rsidR="00656DAA">
        <w:t xml:space="preserve"> </w:t>
      </w:r>
      <w:r w:rsidRPr="00F00C3F">
        <w:t>Staré Město u Uherského Hradiště</w:t>
      </w:r>
    </w:p>
    <w:p w14:paraId="0957AE82" w14:textId="47394A26" w:rsidR="00656DAA" w:rsidRDefault="00656DAA" w:rsidP="00656DAA">
      <w:pPr>
        <w:pStyle w:val="Text1-2"/>
      </w:pPr>
      <w:r>
        <w:t xml:space="preserve">pro Předmět koupe, položka poř.č. 2 přílohy č. </w:t>
      </w:r>
      <w:r w:rsidR="00134C3E">
        <w:t>2</w:t>
      </w:r>
      <w:r>
        <w:t xml:space="preserve"> této Smlouvy: </w:t>
      </w:r>
    </w:p>
    <w:p w14:paraId="4D83BC0A" w14:textId="24CB3CFB" w:rsidR="00CF6617" w:rsidRDefault="00656DAA" w:rsidP="005F5728">
      <w:pPr>
        <w:pStyle w:val="Text1-1"/>
        <w:numPr>
          <w:ilvl w:val="0"/>
          <w:numId w:val="0"/>
        </w:numPr>
        <w:tabs>
          <w:tab w:val="left" w:pos="2127"/>
        </w:tabs>
      </w:pPr>
      <w:r>
        <w:t xml:space="preserve">                       </w:t>
      </w:r>
      <w:r w:rsidR="00CF6617" w:rsidRPr="00F00C3F">
        <w:t>MES Olomouc, Pavlovičky 126, 779 00 Olomouc</w:t>
      </w:r>
    </w:p>
    <w:p w14:paraId="2AAB0962" w14:textId="23EF3D7B" w:rsidR="00F24489" w:rsidRPr="001915FE" w:rsidRDefault="00454369" w:rsidP="00F24489">
      <w:pPr>
        <w:pStyle w:val="Text1-1"/>
      </w:pPr>
      <w:r w:rsidRPr="001915FE">
        <w:t xml:space="preserve">Předmět koupě bude dodán v termínu: nejpozději do </w:t>
      </w:r>
      <w:r w:rsidR="00475D4B">
        <w:rPr>
          <w:b/>
          <w:bCs/>
        </w:rPr>
        <w:t xml:space="preserve">15 dnů od účinnosti </w:t>
      </w:r>
      <w:r w:rsidR="00656DAA">
        <w:rPr>
          <w:b/>
          <w:bCs/>
        </w:rPr>
        <w:t>této Smlouvy</w:t>
      </w:r>
      <w:r w:rsidRPr="001915FE">
        <w:t>.</w:t>
      </w:r>
    </w:p>
    <w:p w14:paraId="355BFEBF" w14:textId="4086B751" w:rsidR="00454369" w:rsidRPr="00F00C3F" w:rsidRDefault="00454369" w:rsidP="00F24489">
      <w:pPr>
        <w:pStyle w:val="Text1-1"/>
      </w:pPr>
      <w:r w:rsidRPr="00862CD4">
        <w:rPr>
          <w:rFonts w:eastAsia="Times New Roman" w:cs="Times New Roman"/>
          <w:lang w:eastAsia="cs-CZ"/>
        </w:rPr>
        <w:t xml:space="preserve">Prodávající se zavazuje avizovat dodávku Předmětu koupě </w:t>
      </w:r>
      <w:r w:rsidRPr="00F00C3F">
        <w:rPr>
          <w:rFonts w:eastAsia="Times New Roman" w:cs="Times New Roman"/>
          <w:lang w:eastAsia="cs-CZ"/>
        </w:rPr>
        <w:t xml:space="preserve">nejpozději </w:t>
      </w:r>
      <w:r w:rsidR="00862CD4" w:rsidRPr="00F00C3F">
        <w:rPr>
          <w:rFonts w:eastAsia="Times New Roman" w:cs="Times New Roman"/>
          <w:lang w:eastAsia="cs-CZ"/>
        </w:rPr>
        <w:t>3</w:t>
      </w:r>
      <w:r w:rsidRPr="00F00C3F">
        <w:rPr>
          <w:rFonts w:eastAsia="Times New Roman" w:cs="Times New Roman"/>
          <w:lang w:eastAsia="cs-CZ"/>
        </w:rPr>
        <w:t xml:space="preserve"> pracovní</w:t>
      </w:r>
      <w:r w:rsidR="00862CD4" w:rsidRPr="00F00C3F">
        <w:rPr>
          <w:rFonts w:eastAsia="Times New Roman" w:cs="Times New Roman"/>
          <w:lang w:eastAsia="cs-CZ"/>
        </w:rPr>
        <w:t xml:space="preserve"> dny</w:t>
      </w:r>
      <w:r w:rsidRPr="00F00C3F">
        <w:rPr>
          <w:rFonts w:eastAsia="Times New Roman" w:cs="Times New Roman"/>
          <w:lang w:eastAsia="cs-CZ"/>
        </w:rPr>
        <w:t xml:space="preserve"> před přesným termínem dodání telefonicky nebo e-mailem dle údajů uvedených u kontaktní osoby Kupujícího</w:t>
      </w:r>
      <w:r w:rsidR="00BA0181" w:rsidRPr="00F00C3F">
        <w:rPr>
          <w:rFonts w:eastAsia="Times New Roman" w:cs="Times New Roman"/>
          <w:lang w:eastAsia="cs-CZ"/>
        </w:rPr>
        <w:t xml:space="preserve">, uvedeného </w:t>
      </w:r>
      <w:r w:rsidRPr="00F00C3F">
        <w:rPr>
          <w:rFonts w:eastAsia="Times New Roman" w:cs="Times New Roman"/>
          <w:lang w:eastAsia="cs-CZ"/>
        </w:rPr>
        <w:t>v čl. 7, odst. 7.2 této</w:t>
      </w:r>
      <w:r w:rsidR="005511E3" w:rsidRPr="00F00C3F">
        <w:rPr>
          <w:rFonts w:eastAsia="Times New Roman" w:cs="Times New Roman"/>
          <w:lang w:eastAsia="cs-CZ"/>
        </w:rPr>
        <w:t xml:space="preserve"> Smlouvy.</w:t>
      </w:r>
    </w:p>
    <w:p w14:paraId="38CF7383" w14:textId="22A371D8" w:rsidR="00F24489" w:rsidRPr="00F00C3F" w:rsidRDefault="00F34FAC" w:rsidP="00214C3E">
      <w:pPr>
        <w:pStyle w:val="Nadpis1-1"/>
      </w:pPr>
      <w:r w:rsidRPr="00F00C3F">
        <w:t>přeprava předmětu koupě</w:t>
      </w:r>
    </w:p>
    <w:p w14:paraId="76924D9A" w14:textId="77777777" w:rsidR="00F34FAC" w:rsidRPr="00F00C3F" w:rsidRDefault="00454369" w:rsidP="00F34FAC">
      <w:pPr>
        <w:pStyle w:val="Text1-1"/>
      </w:pPr>
      <w:r w:rsidRPr="00F00C3F">
        <w:t>Kupující nevyžaduje pojištění</w:t>
      </w:r>
      <w:r w:rsidR="00FB1BA8" w:rsidRPr="00F00C3F">
        <w:t>.</w:t>
      </w:r>
    </w:p>
    <w:p w14:paraId="3F7FE46F" w14:textId="617F8EB8" w:rsidR="00F34FAC" w:rsidRPr="00F00C3F" w:rsidRDefault="00CC6C66" w:rsidP="00F34FAC">
      <w:pPr>
        <w:pStyle w:val="Text1-1"/>
      </w:pPr>
      <w:r w:rsidRPr="00F00C3F">
        <w:t xml:space="preserve">Kupující </w:t>
      </w:r>
      <w:r w:rsidR="00F00C3F" w:rsidRPr="00F00C3F">
        <w:t>ne</w:t>
      </w:r>
      <w:r w:rsidR="005A23B1" w:rsidRPr="00F00C3F">
        <w:t>vyžaduje speciální balení.</w:t>
      </w:r>
    </w:p>
    <w:p w14:paraId="4F5C9EAA" w14:textId="3AC1BC40" w:rsidR="00F34FAC" w:rsidRPr="001915FE" w:rsidRDefault="00A53FCB" w:rsidP="00F34FAC">
      <w:pPr>
        <w:pStyle w:val="Text1-1"/>
      </w:pPr>
      <w:bookmarkStart w:id="0" w:name="_Hlk161322717"/>
      <w:r w:rsidRPr="001915FE">
        <w:t>Vratný obalový materiál tvoří</w:t>
      </w:r>
      <w:r w:rsidR="001915FE" w:rsidRPr="001915FE">
        <w:t>: bez vratného materiálu</w:t>
      </w:r>
      <w:bookmarkEnd w:id="0"/>
      <w:r w:rsidR="001915FE" w:rsidRPr="001915FE">
        <w:t>.</w:t>
      </w:r>
    </w:p>
    <w:p w14:paraId="41B996A5" w14:textId="625E25CD" w:rsidR="00A53FCB" w:rsidRPr="001915FE" w:rsidRDefault="00A53FCB" w:rsidP="005511D6">
      <w:pPr>
        <w:pStyle w:val="Text1-1"/>
      </w:pPr>
      <w:r w:rsidRPr="001915FE">
        <w:t xml:space="preserve">Kupující </w:t>
      </w:r>
      <w:r w:rsidR="00862CD4">
        <w:t>ne</w:t>
      </w:r>
      <w:r w:rsidR="00A518A5" w:rsidRPr="001915FE">
        <w:t>vyžaduje</w:t>
      </w:r>
      <w:r w:rsidRPr="001915FE">
        <w:t xml:space="preserve"> vyložení Předmětu koupě z dopravního prostředku.</w:t>
      </w:r>
    </w:p>
    <w:p w14:paraId="25DC41BF" w14:textId="528D0D1D" w:rsidR="00A53FCB" w:rsidRPr="00A53FCB" w:rsidRDefault="00A53FCB" w:rsidP="00F34FAC">
      <w:pPr>
        <w:pStyle w:val="Nadpis1-1"/>
        <w:rPr>
          <w:b w:val="0"/>
          <w:bCs/>
        </w:rPr>
      </w:pPr>
      <w:r w:rsidRPr="001915FE">
        <w:rPr>
          <w:bCs/>
        </w:rPr>
        <w:t>Listiny</w:t>
      </w:r>
      <w:r w:rsidRPr="00A53FCB">
        <w:rPr>
          <w:bCs/>
        </w:rPr>
        <w:t xml:space="preserve"> (Doklady)</w:t>
      </w:r>
    </w:p>
    <w:p w14:paraId="3998DF55" w14:textId="7CE27118" w:rsidR="00A53FCB" w:rsidRPr="00844B49" w:rsidRDefault="00A53FCB" w:rsidP="005511D6">
      <w:pPr>
        <w:pStyle w:val="Text1-1"/>
      </w:pPr>
      <w:r w:rsidRPr="00844B49">
        <w:t xml:space="preserve">Nejpozději s předáním a převzetím Předmětu koupě se Prodávající zavazuje předat Kupujícímu následující listiny (Doklady) </w:t>
      </w:r>
      <w:r w:rsidR="005511E3">
        <w:t>vztahující se k Předmětu koupě:</w:t>
      </w:r>
    </w:p>
    <w:p w14:paraId="2E94B46B" w14:textId="3551D694" w:rsidR="00862CD4" w:rsidRDefault="00A53FCB" w:rsidP="00862CD4">
      <w:pPr>
        <w:pStyle w:val="Text1-2"/>
      </w:pPr>
      <w:r w:rsidRPr="00844B49">
        <w:t>Dodací list</w:t>
      </w:r>
      <w:r w:rsidR="00656DAA">
        <w:t>.</w:t>
      </w:r>
    </w:p>
    <w:p w14:paraId="3C33C691" w14:textId="2B241F7A" w:rsidR="00A53FCB" w:rsidRPr="00A53FCB" w:rsidRDefault="00A53FCB" w:rsidP="005F5728">
      <w:pPr>
        <w:pStyle w:val="Nadpis1-1"/>
        <w:contextualSpacing w:val="0"/>
        <w:rPr>
          <w:b w:val="0"/>
          <w:bCs/>
        </w:rPr>
      </w:pPr>
      <w:r w:rsidRPr="00134C3E">
        <w:rPr>
          <w:bCs/>
        </w:rPr>
        <w:t>Záruka</w:t>
      </w:r>
    </w:p>
    <w:p w14:paraId="7BB37752" w14:textId="66E55EB4" w:rsidR="00AF0065" w:rsidRDefault="00A53FCB" w:rsidP="00A771A6">
      <w:pPr>
        <w:pStyle w:val="Text1-1"/>
      </w:pPr>
      <w:r w:rsidRPr="00F00C3F">
        <w:t xml:space="preserve">Záruční </w:t>
      </w:r>
      <w:r w:rsidRPr="00283773">
        <w:t xml:space="preserve">doba činí </w:t>
      </w:r>
      <w:r w:rsidRPr="00283773">
        <w:rPr>
          <w:b/>
          <w:bCs/>
        </w:rPr>
        <w:t>24</w:t>
      </w:r>
      <w:r w:rsidRPr="00283773">
        <w:t xml:space="preserve"> měsíců</w:t>
      </w:r>
      <w:r w:rsidRPr="00F00C3F">
        <w:t>.</w:t>
      </w:r>
    </w:p>
    <w:p w14:paraId="086F0FC9" w14:textId="43E32F71" w:rsidR="008D1D94" w:rsidRDefault="00656DAA" w:rsidP="00A771A6">
      <w:pPr>
        <w:pStyle w:val="Text1-1"/>
      </w:pPr>
      <w:r>
        <w:t>Neobsazeno</w:t>
      </w:r>
      <w:r w:rsidR="008D1D94" w:rsidRPr="008D1D94">
        <w:t>.</w:t>
      </w:r>
    </w:p>
    <w:p w14:paraId="0A39E5EB" w14:textId="3F0E9F18" w:rsidR="00656DAA" w:rsidRPr="008D1D94" w:rsidRDefault="00656DAA" w:rsidP="00A771A6">
      <w:pPr>
        <w:pStyle w:val="Text1-1"/>
      </w:pPr>
      <w:r>
        <w:t>Neobsazeno.</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A245010" w:rsidR="007C34D3" w:rsidRPr="00F00C3F"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1" w:name="_Hlk141698837"/>
      <w:r>
        <w:rPr>
          <w:rFonts w:eastAsia="Times New Roman" w:cs="Times New Roman"/>
          <w:lang w:eastAsia="cs-CZ"/>
        </w:rPr>
        <w:tab/>
      </w:r>
      <w:bookmarkEnd w:id="1"/>
      <w:r w:rsidR="00CF6617" w:rsidRPr="00F00C3F">
        <w:t>Barbora Vollmer</w:t>
      </w:r>
    </w:p>
    <w:p w14:paraId="32A6E452" w14:textId="091B1C38" w:rsidR="007C34D3" w:rsidRDefault="007C34D3" w:rsidP="007C34D3">
      <w:pPr>
        <w:spacing w:after="80" w:line="276" w:lineRule="auto"/>
        <w:ind w:left="1701" w:firstLine="709"/>
        <w:jc w:val="both"/>
        <w:rPr>
          <w:rFonts w:eastAsia="Times New Roman" w:cs="Times New Roman"/>
          <w:lang w:eastAsia="cs-CZ"/>
        </w:rPr>
      </w:pPr>
      <w:r w:rsidRPr="00F00C3F">
        <w:rPr>
          <w:rFonts w:eastAsia="Times New Roman" w:cs="Times New Roman"/>
          <w:lang w:eastAsia="cs-CZ"/>
        </w:rPr>
        <w:t xml:space="preserve">tel. </w:t>
      </w:r>
      <w:r w:rsidR="00CF6617" w:rsidRPr="00F00C3F">
        <w:t>+420 607 056 220</w:t>
      </w:r>
      <w:r w:rsidR="00CF6617" w:rsidRPr="00F00C3F">
        <w:rPr>
          <w:rFonts w:eastAsia="Times New Roman" w:cs="Times New Roman"/>
          <w:lang w:eastAsia="cs-CZ"/>
        </w:rPr>
        <w:t xml:space="preserve">, email: </w:t>
      </w:r>
      <w:hyperlink r:id="rId13" w:history="1">
        <w:r w:rsidR="00656DAA" w:rsidRPr="00517C64">
          <w:rPr>
            <w:rStyle w:val="Hypertextovodkaz"/>
            <w:rFonts w:eastAsia="Times New Roman" w:cs="Times New Roman"/>
            <w:noProof w:val="0"/>
            <w:lang w:eastAsia="cs-CZ"/>
          </w:rPr>
          <w:t>Vollmer@spravazeleznic.cz</w:t>
        </w:r>
      </w:hyperlink>
    </w:p>
    <w:p w14:paraId="4791E1AD" w14:textId="2C8A994F"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6C96AF65"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w:t>
      </w:r>
      <w:r w:rsidR="00A64589">
        <w:t xml:space="preserve"> </w:t>
      </w:r>
      <w:r w:rsidR="00214C3E" w:rsidRPr="00214C3E">
        <w:t>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D9FD238"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0748D55F" w:rsidR="00F34FAC" w:rsidRPr="00BE00FE" w:rsidRDefault="00FE42AC" w:rsidP="00823DAB">
      <w:pPr>
        <w:pStyle w:val="Text1-1"/>
        <w:rPr>
          <w:rFonts w:eastAsia="Times New Roman" w:cs="Times New Roman"/>
          <w:lang w:eastAsia="cs-CZ"/>
        </w:rPr>
      </w:pPr>
      <w:r>
        <w:rPr>
          <w:lang w:eastAsia="cs-CZ"/>
        </w:rPr>
        <w:t>Neobsazeno.</w:t>
      </w:r>
    </w:p>
    <w:p w14:paraId="761E12E9" w14:textId="28897C42" w:rsidR="00F34FAC" w:rsidRPr="00BE00FE" w:rsidRDefault="00823DAB" w:rsidP="00F34FAC">
      <w:pPr>
        <w:pStyle w:val="Text1-1"/>
      </w:pPr>
      <w:r w:rsidRPr="00BE00FE">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63AF2F0" w14:textId="1FB4BA69" w:rsidR="00134C3E" w:rsidRPr="005F5728" w:rsidRDefault="00F34FAC" w:rsidP="00F34FAC">
      <w:pPr>
        <w:pStyle w:val="Text1-1"/>
        <w:numPr>
          <w:ilvl w:val="0"/>
          <w:numId w:val="0"/>
        </w:numPr>
        <w:ind w:left="737"/>
        <w:rPr>
          <w:rFonts w:ascii="Verdana" w:hAnsi="Verdana" w:cstheme="minorHAnsi"/>
        </w:rPr>
      </w:pPr>
      <w:r w:rsidRPr="00134C3E">
        <w:t>Kupující</w:t>
      </w:r>
      <w:r w:rsidRPr="00134C3E">
        <w:rPr>
          <w:rFonts w:ascii="Verdana" w:hAnsi="Verdana" w:cstheme="minorHAnsi"/>
        </w:rPr>
        <w:t xml:space="preserve"> ve výběrovém řízení </w:t>
      </w:r>
      <w:r w:rsidR="00134C3E" w:rsidRPr="005F5728">
        <w:rPr>
          <w:rFonts w:ascii="Verdana" w:hAnsi="Verdana" w:cstheme="minorHAnsi"/>
        </w:rPr>
        <w:t>ne</w:t>
      </w:r>
      <w:r w:rsidRPr="00134C3E">
        <w:rPr>
          <w:rFonts w:ascii="Verdana" w:hAnsi="Verdana" w:cstheme="minorHAnsi"/>
        </w:rPr>
        <w:t xml:space="preserve">uplatnil prvky odpovědného zadávání a pro účely této Smlouvy tedy </w:t>
      </w:r>
      <w:r w:rsidR="00134C3E" w:rsidRPr="005F5728">
        <w:rPr>
          <w:rFonts w:ascii="Verdana" w:hAnsi="Verdana" w:cstheme="minorHAnsi"/>
        </w:rPr>
        <w:t>ne</w:t>
      </w:r>
      <w:r w:rsidRPr="00134C3E">
        <w:rPr>
          <w:rFonts w:ascii="Verdana" w:hAnsi="Verdana" w:cstheme="minorHAnsi"/>
        </w:rPr>
        <w:t>požaduje jejich dodržování ze strany Prodávajícího při plnění této Smlouvy</w:t>
      </w:r>
      <w:r w:rsidR="00134C3E" w:rsidRPr="005F5728">
        <w:rPr>
          <w:rFonts w:ascii="Verdana" w:hAnsi="Verdana" w:cstheme="minorHAnsi"/>
        </w:rPr>
        <w:t xml:space="preserve">.  </w:t>
      </w:r>
    </w:p>
    <w:p w14:paraId="149B2590" w14:textId="5FCE9E44" w:rsidR="007C34D3" w:rsidRPr="007C34D3" w:rsidRDefault="007C34D3" w:rsidP="00134C3E">
      <w:pPr>
        <w:pStyle w:val="Text1-1"/>
      </w:pPr>
      <w:proofErr w:type="spellStart"/>
      <w:r w:rsidRPr="00134C3E">
        <w:rPr>
          <w:rFonts w:eastAsia="Times New Roman" w:cs="Times New Roman"/>
        </w:rPr>
        <w:t>Compliance</w:t>
      </w:r>
      <w:proofErr w:type="spellEnd"/>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09E2828A" w14:textId="77777777" w:rsidR="00656DAA" w:rsidRPr="00086FA6" w:rsidRDefault="00656DAA" w:rsidP="00656DAA">
      <w:pPr>
        <w:pStyle w:val="Text1-1"/>
        <w:numPr>
          <w:ilvl w:val="1"/>
          <w:numId w:val="5"/>
        </w:numPr>
      </w:pPr>
      <w:bookmarkStart w:id="2"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2"/>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38450E4E"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r w:rsidR="00FE42AC">
        <w:t>48a ZZVZ se použije analogicky,</w:t>
      </w:r>
    </w:p>
    <w:p w14:paraId="38CC82A2" w14:textId="3DF786A6"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w:t>
      </w:r>
      <w:r w:rsidR="00FE42AC">
        <w:t>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3"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3"/>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4"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4"/>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14E56CF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07619084"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EFCDA57"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w:t>
      </w:r>
      <w:r w:rsidR="00AA655C">
        <w: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3D567429"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5" w:name="Text18"/>
      <w:r w:rsidR="00FE6762">
        <w:instrText xml:space="preserve"> FORMTEXT </w:instrText>
      </w:r>
      <w:r w:rsidR="00FE6762">
        <w:fldChar w:fldCharType="separate"/>
      </w:r>
      <w:r w:rsidR="00FE6762">
        <w:rPr>
          <w:noProof/>
        </w:rPr>
        <w:t>"[VLOŽÍ PRODÁVAJÍCÍ]"</w:t>
      </w:r>
      <w:r w:rsidR="00FE6762">
        <w:fldChar w:fldCharType="end"/>
      </w:r>
      <w:bookmarkEnd w:id="5"/>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13F75821"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w:t>
      </w:r>
      <w:r w:rsidR="00AA655C">
        <w:t>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3F531B41" w:rsidR="00214C3E" w:rsidRPr="00F97DBD" w:rsidRDefault="00F75F5A" w:rsidP="000D2628">
            <w:pPr>
              <w:pStyle w:val="Textbezslovn"/>
              <w:ind w:hanging="136"/>
            </w:pPr>
            <w:r>
              <w:t>Obchodní podmínky</w:t>
            </w:r>
          </w:p>
        </w:tc>
      </w:tr>
      <w:bookmarkStart w:id="7"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7E2DE6AE" w14:textId="7D451B64" w:rsidR="00214C3E" w:rsidRPr="00F97DBD" w:rsidRDefault="001E44D1" w:rsidP="00134C3E">
            <w:pPr>
              <w:pStyle w:val="Textbezslovn"/>
              <w:ind w:left="580" w:firstLine="21"/>
            </w:pPr>
            <w:r>
              <w:t>Specifikace předmětu koupě</w:t>
            </w:r>
            <w:r w:rsidR="00134C3E">
              <w:t>, rozpis ceny dodávky</w:t>
            </w:r>
          </w:p>
        </w:tc>
      </w:tr>
      <w:bookmarkStart w:id="8" w:name="ListAnnex04"/>
      <w:tr w:rsidR="00214C3E" w:rsidRPr="00F97DBD" w14:paraId="0AAD41A9" w14:textId="77777777" w:rsidTr="009032FF">
        <w:trPr>
          <w:jc w:val="center"/>
        </w:trPr>
        <w:tc>
          <w:tcPr>
            <w:tcW w:w="2031" w:type="pct"/>
          </w:tcPr>
          <w:p w14:paraId="28E55E32" w14:textId="0BDDD0D2" w:rsidR="00214C3E" w:rsidRPr="00475D4B" w:rsidRDefault="00214C3E" w:rsidP="00214C3E">
            <w:pPr>
              <w:pStyle w:val="Textbezslovn"/>
            </w:pPr>
            <w:r w:rsidRPr="00475D4B">
              <w:fldChar w:fldCharType="begin"/>
            </w:r>
            <w:r w:rsidRPr="00475D4B">
              <w:instrText xml:space="preserve"> HYPERLINK  \l "Annex04" </w:instrText>
            </w:r>
            <w:r w:rsidRPr="00475D4B">
              <w:fldChar w:fldCharType="separate"/>
            </w:r>
            <w:r w:rsidRPr="00475D4B">
              <w:rPr>
                <w:rStyle w:val="Hypertextovodkaz"/>
                <w:rFonts w:cs="Calibri"/>
                <w:color w:val="auto"/>
              </w:rPr>
              <w:t xml:space="preserve">Příloha č. </w:t>
            </w:r>
            <w:r w:rsidR="001E44D1" w:rsidRPr="00475D4B">
              <w:rPr>
                <w:rStyle w:val="Hypertextovodkaz"/>
                <w:rFonts w:cs="Calibri"/>
                <w:color w:val="auto"/>
              </w:rPr>
              <w:t>3</w:t>
            </w:r>
            <w:bookmarkEnd w:id="8"/>
            <w:r w:rsidRPr="00475D4B">
              <w:fldChar w:fldCharType="end"/>
            </w:r>
            <w:r w:rsidRPr="00475D4B">
              <w:t>:</w:t>
            </w:r>
          </w:p>
        </w:tc>
        <w:tc>
          <w:tcPr>
            <w:tcW w:w="2969" w:type="pct"/>
          </w:tcPr>
          <w:p w14:paraId="025B7BE9" w14:textId="609C4465" w:rsidR="00214C3E" w:rsidRPr="00475D4B" w:rsidRDefault="00134C3E" w:rsidP="000D2628">
            <w:pPr>
              <w:pStyle w:val="Textbezslovn"/>
              <w:ind w:hanging="136"/>
            </w:pPr>
            <w:r>
              <w:t>neobsazeno</w:t>
            </w:r>
          </w:p>
        </w:tc>
      </w:tr>
      <w:tr w:rsidR="001E44D1" w:rsidRPr="00F97DBD" w14:paraId="086497E9" w14:textId="77777777" w:rsidTr="009032FF">
        <w:trPr>
          <w:jc w:val="center"/>
        </w:trPr>
        <w:tc>
          <w:tcPr>
            <w:tcW w:w="2031" w:type="pct"/>
          </w:tcPr>
          <w:p w14:paraId="32F3AFE8" w14:textId="725A0EAF" w:rsidR="001E44D1" w:rsidRPr="00F97DBD" w:rsidRDefault="005F5728"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3A2FDEBF" w:rsidR="001E44D1" w:rsidRDefault="00003337" w:rsidP="001E44D1">
            <w:pPr>
              <w:pStyle w:val="Textbezslovn"/>
              <w:ind w:hanging="136"/>
            </w:pPr>
            <w:r w:rsidRPr="003A0FF1">
              <w:rPr>
                <w:highlight w:val="lightGray"/>
              </w:rPr>
              <w:t>Seznam poddodavatelů</w:t>
            </w:r>
          </w:p>
        </w:tc>
      </w:tr>
      <w:bookmarkStart w:id="9"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9"/>
            <w:r w:rsidRPr="001E44D1">
              <w:fldChar w:fldCharType="end"/>
            </w:r>
            <w:r w:rsidRPr="001E44D1">
              <w:t>:</w:t>
            </w:r>
          </w:p>
        </w:tc>
        <w:tc>
          <w:tcPr>
            <w:tcW w:w="2969" w:type="pct"/>
          </w:tcPr>
          <w:p w14:paraId="66E1CAEF" w14:textId="65F8CD87" w:rsidR="001E44D1" w:rsidRPr="001E44D1" w:rsidRDefault="001E44D1" w:rsidP="001E44D1">
            <w:pPr>
              <w:pStyle w:val="Textbezslovn"/>
              <w:ind w:hanging="136"/>
            </w:pPr>
            <w:r w:rsidRPr="00475D4B">
              <w:t>neobsazeno</w:t>
            </w:r>
          </w:p>
        </w:tc>
      </w:tr>
      <w:bookmarkStart w:id="10"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1B53B407" w:rsidR="001E44D1" w:rsidRPr="00F97DBD" w:rsidRDefault="00003337"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64E3C3C2" w14:textId="1E290608"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2C92BD44"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sidRPr="00134C3E">
        <w:rPr>
          <w:b/>
          <w:bCs/>
          <w:sz w:val="20"/>
          <w:szCs w:val="20"/>
        </w:rPr>
        <w:t>Specifikace předmětu koupě</w:t>
      </w:r>
      <w:r w:rsidR="00134C3E" w:rsidRPr="00134C3E">
        <w:rPr>
          <w:b/>
          <w:bCs/>
          <w:sz w:val="20"/>
          <w:szCs w:val="20"/>
        </w:rPr>
        <w:t>, rozpis ceny dodávky</w:t>
      </w:r>
    </w:p>
    <w:p w14:paraId="01401D4D" w14:textId="16B48E20" w:rsidR="001E44D1" w:rsidRPr="001D5842" w:rsidRDefault="00134C3E" w:rsidP="00134C3E">
      <w:pPr>
        <w:overflowPunct w:val="0"/>
        <w:autoSpaceDE w:val="0"/>
        <w:autoSpaceDN w:val="0"/>
        <w:adjustRightInd w:val="0"/>
        <w:spacing w:after="120" w:line="240" w:lineRule="auto"/>
        <w:jc w:val="both"/>
        <w:textAlignment w:val="baseline"/>
      </w:pPr>
      <w:r w:rsidRPr="00AF0065">
        <w:rPr>
          <w:highlight w:val="lightGray"/>
        </w:rPr>
        <w:t>Do přílohy smlouvy bud</w:t>
      </w:r>
      <w:r w:rsidR="00657A2C">
        <w:rPr>
          <w:highlight w:val="lightGray"/>
        </w:rPr>
        <w:t>ou</w:t>
      </w:r>
      <w:r w:rsidRPr="00AF0065">
        <w:rPr>
          <w:highlight w:val="lightGray"/>
        </w:rPr>
        <w:t xml:space="preserve"> vložen</w:t>
      </w:r>
      <w:r w:rsidR="00657A2C">
        <w:rPr>
          <w:highlight w:val="lightGray"/>
        </w:rPr>
        <w:t>y</w:t>
      </w:r>
      <w:r>
        <w:rPr>
          <w:highlight w:val="lightGray"/>
        </w:rPr>
        <w:t xml:space="preserve"> </w:t>
      </w:r>
      <w:r w:rsidR="00657A2C">
        <w:rPr>
          <w:highlight w:val="lightGray"/>
        </w:rPr>
        <w:t>Technické podmínky a r</w:t>
      </w:r>
      <w:r w:rsidRPr="00AF0065">
        <w:rPr>
          <w:highlight w:val="lightGray"/>
        </w:rPr>
        <w:t>ozpis ceny dodávky předložen</w:t>
      </w:r>
      <w:r w:rsidR="00657A2C">
        <w:rPr>
          <w:highlight w:val="lightGray"/>
        </w:rPr>
        <w:t>é</w:t>
      </w:r>
      <w:r w:rsidRPr="00AF0065">
        <w:rPr>
          <w:highlight w:val="lightGray"/>
        </w:rPr>
        <w:t xml:space="preserve"> v nabídce vybraného dodavatele jako </w:t>
      </w:r>
      <w:r>
        <w:rPr>
          <w:highlight w:val="lightGray"/>
        </w:rPr>
        <w:t>součást vyplněné Přílohy č. 1</w:t>
      </w:r>
      <w:r w:rsidRPr="00AF0065">
        <w:rPr>
          <w:highlight w:val="lightGray"/>
        </w:rPr>
        <w:t xml:space="preserve"> Dílu 3 Zadávací dokumentace</w:t>
      </w:r>
      <w:r w:rsidR="001E44D1" w:rsidRPr="00AF0065">
        <w:rPr>
          <w:highlight w:val="lightGray"/>
        </w:rPr>
        <w:t xml:space="preserve"> včetně </w:t>
      </w:r>
      <w:r>
        <w:rPr>
          <w:highlight w:val="lightGray"/>
        </w:rPr>
        <w:t>platného bezpečnostního listu(ů)</w:t>
      </w:r>
      <w:r w:rsidR="001E44D1" w:rsidRPr="00AF0065">
        <w:rPr>
          <w:highlight w:val="lightGray"/>
        </w:rPr>
        <w:t xml:space="preserve"> ve smyslu čl. </w:t>
      </w:r>
      <w:r w:rsidR="00AF0065" w:rsidRPr="00AF0065">
        <w:rPr>
          <w:highlight w:val="lightGray"/>
        </w:rPr>
        <w:t>9</w:t>
      </w:r>
      <w:r w:rsidR="001E44D1" w:rsidRPr="00AF0065">
        <w:rPr>
          <w:highlight w:val="lightGray"/>
        </w:rPr>
        <w:t>.</w:t>
      </w:r>
      <w:r w:rsidR="00AF0065" w:rsidRPr="00AF0065">
        <w:rPr>
          <w:highlight w:val="lightGray"/>
        </w:rPr>
        <w:t>1</w:t>
      </w:r>
      <w:r w:rsidR="001E44D1"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73F3731B" w:rsidR="006C0BB6" w:rsidRDefault="006C0BB6" w:rsidP="00F762A8">
      <w:pPr>
        <w:pStyle w:val="Nadpisbezsl1-1"/>
      </w:pPr>
    </w:p>
    <w:p w14:paraId="5D93BE08" w14:textId="77777777" w:rsidR="00455A66" w:rsidRDefault="00455A66" w:rsidP="00F762A8">
      <w:pPr>
        <w:pStyle w:val="Nadpisbezsl1-1"/>
        <w:sectPr w:rsidR="00455A6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15ABB754"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bookmarkStart w:id="11" w:name="_GoBack"/>
      <w:bookmarkEnd w:id="11"/>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3A86761"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72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72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0AEE0DF" w:rsidR="00285E8B" w:rsidRPr="00E7415D" w:rsidRDefault="004F59E3" w:rsidP="00A15E97">
          <w:pPr>
            <w:pStyle w:val="Zpat0"/>
            <w:rPr>
              <w:b/>
            </w:rPr>
          </w:pPr>
          <w:r>
            <w:t>VZ 63524053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D9EFB1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7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7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42609FFF" w:rsidR="00285E8B" w:rsidRDefault="00A518A5" w:rsidP="001E44D1">
          <w:pPr>
            <w:pStyle w:val="Zpat0"/>
          </w:pPr>
          <w:r>
            <w:t>VS 63524053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44671CD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7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7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5C3FD1B7" w:rsidR="00285E8B" w:rsidRDefault="00A518A5" w:rsidP="001E44D1">
          <w:pPr>
            <w:pStyle w:val="Zpat0"/>
          </w:pPr>
          <w:r>
            <w:t>VS 63524053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8EBA77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7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7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76054E84" w:rsidR="00285E8B" w:rsidRDefault="00A518A5" w:rsidP="001E44D1">
          <w:pPr>
            <w:pStyle w:val="Zpat0"/>
          </w:pPr>
          <w:r>
            <w:t>VS 63524053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23AFCF90"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7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7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134BF78E" w:rsidR="001E44D1" w:rsidRDefault="00A518A5" w:rsidP="001E44D1">
          <w:pPr>
            <w:pStyle w:val="Zpat0"/>
          </w:pPr>
          <w:r>
            <w:t>VS 63524</w:t>
          </w:r>
          <w:r w:rsidR="005F5728">
            <w:t>053</w:t>
          </w:r>
        </w:p>
      </w:tc>
    </w:tr>
  </w:tbl>
  <w:p w14:paraId="40BD9023" w14:textId="6464BE74"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 w:numId="18">
    <w:abstractNumId w:val="0"/>
  </w:num>
  <w:num w:numId="1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337"/>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06FEA"/>
    <w:rsid w:val="00112864"/>
    <w:rsid w:val="00114472"/>
    <w:rsid w:val="00114988"/>
    <w:rsid w:val="00115069"/>
    <w:rsid w:val="001150F2"/>
    <w:rsid w:val="001234EA"/>
    <w:rsid w:val="00134C3E"/>
    <w:rsid w:val="00143EC0"/>
    <w:rsid w:val="0014748A"/>
    <w:rsid w:val="00161C14"/>
    <w:rsid w:val="001656A2"/>
    <w:rsid w:val="00165977"/>
    <w:rsid w:val="00170EC5"/>
    <w:rsid w:val="001747C1"/>
    <w:rsid w:val="00177D6B"/>
    <w:rsid w:val="001913F8"/>
    <w:rsid w:val="001915FE"/>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773"/>
    <w:rsid w:val="0028389C"/>
    <w:rsid w:val="00285E8B"/>
    <w:rsid w:val="002A2D64"/>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A546B"/>
    <w:rsid w:val="003B065F"/>
    <w:rsid w:val="003B5A9F"/>
    <w:rsid w:val="003C33F2"/>
    <w:rsid w:val="003D4C45"/>
    <w:rsid w:val="003D756E"/>
    <w:rsid w:val="003E420D"/>
    <w:rsid w:val="003E4C13"/>
    <w:rsid w:val="003F1845"/>
    <w:rsid w:val="003F391C"/>
    <w:rsid w:val="004078F3"/>
    <w:rsid w:val="004130EE"/>
    <w:rsid w:val="00427794"/>
    <w:rsid w:val="00450F07"/>
    <w:rsid w:val="00453CD3"/>
    <w:rsid w:val="00454369"/>
    <w:rsid w:val="00455A66"/>
    <w:rsid w:val="0046002F"/>
    <w:rsid w:val="00460660"/>
    <w:rsid w:val="004630FE"/>
    <w:rsid w:val="00463561"/>
    <w:rsid w:val="00464BA9"/>
    <w:rsid w:val="00475D4B"/>
    <w:rsid w:val="00483969"/>
    <w:rsid w:val="00485CE8"/>
    <w:rsid w:val="00486107"/>
    <w:rsid w:val="004904BE"/>
    <w:rsid w:val="00491827"/>
    <w:rsid w:val="004C4399"/>
    <w:rsid w:val="004C787C"/>
    <w:rsid w:val="004D09FB"/>
    <w:rsid w:val="004E70C8"/>
    <w:rsid w:val="004E7A1F"/>
    <w:rsid w:val="004F1FD1"/>
    <w:rsid w:val="004F4B9B"/>
    <w:rsid w:val="004F59E3"/>
    <w:rsid w:val="004F6FAC"/>
    <w:rsid w:val="00502690"/>
    <w:rsid w:val="0050666E"/>
    <w:rsid w:val="00511AB9"/>
    <w:rsid w:val="0051246F"/>
    <w:rsid w:val="00523BB5"/>
    <w:rsid w:val="00523EA7"/>
    <w:rsid w:val="00525E91"/>
    <w:rsid w:val="005300DD"/>
    <w:rsid w:val="005406EB"/>
    <w:rsid w:val="005478B0"/>
    <w:rsid w:val="00547C9F"/>
    <w:rsid w:val="005511D6"/>
    <w:rsid w:val="005511E3"/>
    <w:rsid w:val="00553375"/>
    <w:rsid w:val="00555884"/>
    <w:rsid w:val="005667A8"/>
    <w:rsid w:val="00571C90"/>
    <w:rsid w:val="005736B7"/>
    <w:rsid w:val="00575E5A"/>
    <w:rsid w:val="0057783D"/>
    <w:rsid w:val="00580245"/>
    <w:rsid w:val="00580489"/>
    <w:rsid w:val="00587349"/>
    <w:rsid w:val="00596203"/>
    <w:rsid w:val="005A1F44"/>
    <w:rsid w:val="005A23B1"/>
    <w:rsid w:val="005A6B21"/>
    <w:rsid w:val="005A7872"/>
    <w:rsid w:val="005B2E3A"/>
    <w:rsid w:val="005C56F4"/>
    <w:rsid w:val="005D3C39"/>
    <w:rsid w:val="005F0FB8"/>
    <w:rsid w:val="005F5728"/>
    <w:rsid w:val="005F5FFB"/>
    <w:rsid w:val="00601A8C"/>
    <w:rsid w:val="0061068E"/>
    <w:rsid w:val="006115D3"/>
    <w:rsid w:val="00611DEA"/>
    <w:rsid w:val="00615D83"/>
    <w:rsid w:val="00637BA9"/>
    <w:rsid w:val="00647C9B"/>
    <w:rsid w:val="006541D7"/>
    <w:rsid w:val="0065610E"/>
    <w:rsid w:val="00656DAA"/>
    <w:rsid w:val="00657A2C"/>
    <w:rsid w:val="00660AD3"/>
    <w:rsid w:val="00667D88"/>
    <w:rsid w:val="00673AB3"/>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11BE"/>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B64BA"/>
    <w:rsid w:val="007C34D3"/>
    <w:rsid w:val="007C3889"/>
    <w:rsid w:val="007E2B77"/>
    <w:rsid w:val="007E438F"/>
    <w:rsid w:val="007E4A6E"/>
    <w:rsid w:val="007F56A7"/>
    <w:rsid w:val="00800851"/>
    <w:rsid w:val="00807DD0"/>
    <w:rsid w:val="008105B1"/>
    <w:rsid w:val="00812D5B"/>
    <w:rsid w:val="00821636"/>
    <w:rsid w:val="00821D01"/>
    <w:rsid w:val="00823DAB"/>
    <w:rsid w:val="00826B7B"/>
    <w:rsid w:val="00830C9D"/>
    <w:rsid w:val="00843429"/>
    <w:rsid w:val="00844B49"/>
    <w:rsid w:val="00846789"/>
    <w:rsid w:val="00862CD4"/>
    <w:rsid w:val="00866994"/>
    <w:rsid w:val="00884F59"/>
    <w:rsid w:val="008A3568"/>
    <w:rsid w:val="008A779C"/>
    <w:rsid w:val="008C50F3"/>
    <w:rsid w:val="008C7EFE"/>
    <w:rsid w:val="008D03B9"/>
    <w:rsid w:val="008D063C"/>
    <w:rsid w:val="008D1D94"/>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18A5"/>
    <w:rsid w:val="00A530BF"/>
    <w:rsid w:val="00A53FCB"/>
    <w:rsid w:val="00A56CA2"/>
    <w:rsid w:val="00A57266"/>
    <w:rsid w:val="00A57482"/>
    <w:rsid w:val="00A6177B"/>
    <w:rsid w:val="00A64589"/>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5C"/>
    <w:rsid w:val="00AA65FA"/>
    <w:rsid w:val="00AA7351"/>
    <w:rsid w:val="00AA7AB8"/>
    <w:rsid w:val="00AA7F02"/>
    <w:rsid w:val="00AC10C3"/>
    <w:rsid w:val="00AC1A70"/>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BE00FE"/>
    <w:rsid w:val="00C01A27"/>
    <w:rsid w:val="00C02D0A"/>
    <w:rsid w:val="00C03A6E"/>
    <w:rsid w:val="00C1242D"/>
    <w:rsid w:val="00C159D2"/>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6C66"/>
    <w:rsid w:val="00CC7C8F"/>
    <w:rsid w:val="00CD1FC4"/>
    <w:rsid w:val="00CD478A"/>
    <w:rsid w:val="00CF6617"/>
    <w:rsid w:val="00CF66CB"/>
    <w:rsid w:val="00D01F9E"/>
    <w:rsid w:val="00D034A0"/>
    <w:rsid w:val="00D1366C"/>
    <w:rsid w:val="00D16C9D"/>
    <w:rsid w:val="00D20345"/>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C09BB"/>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0C3F"/>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5F5A"/>
    <w:rsid w:val="00F762A8"/>
    <w:rsid w:val="00F86BA6"/>
    <w:rsid w:val="00F8712F"/>
    <w:rsid w:val="00F95FBD"/>
    <w:rsid w:val="00FA793F"/>
    <w:rsid w:val="00FB0D7B"/>
    <w:rsid w:val="00FB1BA8"/>
    <w:rsid w:val="00FB30FE"/>
    <w:rsid w:val="00FB3C00"/>
    <w:rsid w:val="00FB565A"/>
    <w:rsid w:val="00FB6342"/>
    <w:rsid w:val="00FC6389"/>
    <w:rsid w:val="00FE42AC"/>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 w:type="character" w:customStyle="1" w:styleId="UnresolvedMention">
    <w:name w:val="Unresolved Mention"/>
    <w:basedOn w:val="Standardnpsmoodstavce"/>
    <w:uiPriority w:val="99"/>
    <w:semiHidden/>
    <w:unhideWhenUsed/>
    <w:rsid w:val="0065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lmer@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C6A9100-C2E2-41B5-8EE8-0ED77100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3368</Words>
  <Characters>19876</Characters>
  <Application>Microsoft Office Word</Application>
  <DocSecurity>0</DocSecurity>
  <Lines>165</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2024-04-09T06:22:00Z</dcterms:created>
  <dcterms:modified xsi:type="dcterms:W3CDTF">2024-04-09T06:22:00Z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